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EDB66" w14:textId="55761D5F" w:rsidR="00A756D0" w:rsidRPr="002B3CCF" w:rsidRDefault="00A57B7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B3CCF">
        <w:rPr>
          <w:rFonts w:asciiTheme="majorHAnsi" w:eastAsia="Times New Roman" w:hAnsiTheme="majorHAnsi" w:cs="Times New Roman"/>
          <w:lang w:eastAsia="cs-CZ"/>
        </w:rPr>
        <w:t xml:space="preserve">Příloha </w:t>
      </w:r>
      <w:proofErr w:type="gramStart"/>
      <w:r w:rsidRPr="002B3CCF">
        <w:rPr>
          <w:rFonts w:asciiTheme="majorHAnsi" w:eastAsia="Times New Roman" w:hAnsiTheme="majorHAnsi" w:cs="Times New Roman"/>
          <w:lang w:eastAsia="cs-CZ"/>
        </w:rPr>
        <w:t xml:space="preserve">č. </w:t>
      </w:r>
      <w:proofErr w:type="gramEnd"/>
      <w:r w:rsidR="00722D0D" w:rsidRPr="002B3CCF">
        <w:rPr>
          <w:rFonts w:asciiTheme="majorHAnsi" w:eastAsia="Times New Roman" w:hAnsiTheme="majorHAnsi" w:cs="Times New Roman"/>
          <w:lang w:eastAsia="cs-CZ"/>
        </w:rPr>
        <w:t>2</w:t>
      </w:r>
      <w:r w:rsidR="00B24B0C">
        <w:rPr>
          <w:rFonts w:asciiTheme="majorHAnsi" w:eastAsia="Times New Roman" w:hAnsiTheme="majorHAnsi" w:cs="Times New Roman"/>
          <w:lang w:eastAsia="cs-CZ"/>
        </w:rPr>
        <w:t xml:space="preserve"> </w:t>
      </w:r>
      <w:bookmarkStart w:id="0" w:name="_GoBack"/>
      <w:bookmarkEnd w:id="0"/>
      <w:r w:rsidR="00B24B0C" w:rsidRPr="000E0CEB">
        <w:rPr>
          <w:rFonts w:ascii="Verdana" w:eastAsia="Verdana" w:hAnsi="Verdana" w:cs="Calibri"/>
          <w:sz w:val="20"/>
          <w:szCs w:val="20"/>
        </w:rPr>
        <w:t>–</w:t>
      </w:r>
      <w:r w:rsidR="00722D0D" w:rsidRPr="002B3CCF">
        <w:rPr>
          <w:rFonts w:asciiTheme="majorHAnsi" w:eastAsia="Times New Roman" w:hAnsiTheme="majorHAnsi" w:cs="Times New Roman"/>
          <w:lang w:eastAsia="cs-CZ"/>
        </w:rPr>
        <w:t xml:space="preserve"> </w:t>
      </w:r>
      <w:r w:rsidR="002B3CCF" w:rsidRPr="002B3CCF">
        <w:rPr>
          <w:rFonts w:asciiTheme="majorHAnsi" w:eastAsia="Times New Roman" w:hAnsiTheme="majorHAnsi" w:cs="Times New Roman"/>
          <w:lang w:eastAsia="cs-CZ"/>
        </w:rPr>
        <w:t>Cena plnění</w:t>
      </w:r>
    </w:p>
    <w:tbl>
      <w:tblPr>
        <w:tblStyle w:val="Mkatabulky"/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1578"/>
        <w:gridCol w:w="1526"/>
        <w:gridCol w:w="1335"/>
        <w:gridCol w:w="1359"/>
      </w:tblGrid>
      <w:tr w:rsidR="006F20E1" w:rsidRPr="002B1C73" w14:paraId="0EEEBE31" w14:textId="77777777" w:rsidTr="00470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F2E5F74" w14:textId="77777777" w:rsidR="00470369" w:rsidRDefault="006F20E1" w:rsidP="00FE207F">
            <w:pPr>
              <w:autoSpaceDE w:val="0"/>
              <w:autoSpaceDN w:val="0"/>
              <w:adjustRightInd w:val="0"/>
              <w:rPr>
                <w:rFonts w:cs="Verdana"/>
                <w:b/>
                <w:bCs/>
              </w:rPr>
            </w:pPr>
            <w:r w:rsidRPr="00810274">
              <w:rPr>
                <w:rFonts w:cs="Verdana"/>
                <w:b/>
                <w:color w:val="000000"/>
              </w:rPr>
              <w:t>Činnost</w:t>
            </w:r>
            <w:r w:rsidR="00470369">
              <w:rPr>
                <w:rFonts w:cs="Verdana"/>
                <w:b/>
                <w:color w:val="000000"/>
              </w:rPr>
              <w:t xml:space="preserve"> (H</w:t>
            </w:r>
            <w:r>
              <w:rPr>
                <w:rFonts w:cs="Verdana"/>
                <w:b/>
                <w:color w:val="000000"/>
              </w:rPr>
              <w:t xml:space="preserve">raniční milník </w:t>
            </w:r>
            <w:proofErr w:type="gramStart"/>
            <w:r w:rsidR="00470369">
              <w:rPr>
                <w:rFonts w:cs="Verdana"/>
                <w:b/>
                <w:bCs/>
              </w:rPr>
              <w:t>dle</w:t>
            </w:r>
            <w:proofErr w:type="gramEnd"/>
            <w:r w:rsidR="00470369">
              <w:rPr>
                <w:rFonts w:cs="Verdana"/>
                <w:b/>
                <w:bCs/>
              </w:rPr>
              <w:t xml:space="preserve"> </w:t>
            </w:r>
          </w:p>
          <w:p w14:paraId="341B300B" w14:textId="20CAA964" w:rsidR="006F20E1" w:rsidRPr="00810274" w:rsidRDefault="00470369" w:rsidP="00FE207F">
            <w:pPr>
              <w:autoSpaceDE w:val="0"/>
              <w:autoSpaceDN w:val="0"/>
              <w:adjustRightInd w:val="0"/>
              <w:rPr>
                <w:rFonts w:cs="Verdana"/>
                <w:b/>
                <w:color w:val="000000"/>
              </w:rPr>
            </w:pPr>
            <w:r>
              <w:rPr>
                <w:rFonts w:cs="Verdana"/>
                <w:b/>
                <w:bCs/>
              </w:rPr>
              <w:t>H</w:t>
            </w:r>
            <w:r w:rsidR="006F20E1">
              <w:rPr>
                <w:rFonts w:cs="Verdana"/>
                <w:b/>
                <w:bCs/>
              </w:rPr>
              <w:t xml:space="preserve">armonogramu  - </w:t>
            </w:r>
            <w:r w:rsidR="006F20E1" w:rsidRPr="006C1C85">
              <w:rPr>
                <w:rFonts w:cs="Verdana"/>
                <w:b/>
                <w:bCs/>
              </w:rPr>
              <w:t xml:space="preserve">příloha č. </w:t>
            </w:r>
            <w:r w:rsidR="006F20E1">
              <w:rPr>
                <w:rFonts w:cs="Verdana"/>
                <w:b/>
                <w:bCs/>
              </w:rPr>
              <w:t>1</w:t>
            </w:r>
            <w:r w:rsidR="006F20E1" w:rsidRPr="006C1C85">
              <w:rPr>
                <w:rFonts w:cs="Verdana"/>
                <w:b/>
                <w:bCs/>
              </w:rPr>
              <w:t xml:space="preserve"> Zadávací dokumentace</w:t>
            </w:r>
            <w:r w:rsidR="006F20E1">
              <w:rPr>
                <w:rFonts w:cs="Verdana"/>
                <w:b/>
                <w:bCs/>
              </w:rPr>
              <w:t>)</w:t>
            </w:r>
          </w:p>
        </w:tc>
        <w:tc>
          <w:tcPr>
            <w:tcW w:w="90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20ED95C" w14:textId="77777777" w:rsidR="006F20E1" w:rsidRDefault="006F20E1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b/>
                <w:bCs/>
                <w:color w:val="000000"/>
              </w:rPr>
              <w:t>Měrná jednotka</w:t>
            </w:r>
          </w:p>
        </w:tc>
        <w:tc>
          <w:tcPr>
            <w:tcW w:w="8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EB55D36" w14:textId="77777777" w:rsidR="006F20E1" w:rsidRPr="009B3BF2" w:rsidRDefault="006F20E1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>
              <w:rPr>
                <w:rFonts w:cs="Verdana"/>
                <w:b/>
                <w:bCs/>
                <w:color w:val="000000"/>
              </w:rPr>
              <w:t>Jednotková cena v Kč bez DPH</w:t>
            </w:r>
          </w:p>
        </w:tc>
        <w:tc>
          <w:tcPr>
            <w:tcW w:w="7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EC5C2B2" w14:textId="5F412C29" w:rsidR="006F20E1" w:rsidRPr="009B3BF2" w:rsidRDefault="006F20E1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 w:rsidRPr="009B3BF2">
              <w:rPr>
                <w:rFonts w:cs="Verdana"/>
                <w:b/>
                <w:bCs/>
                <w:color w:val="000000"/>
              </w:rPr>
              <w:t>Množství</w:t>
            </w:r>
            <w:r w:rsidR="000B281D">
              <w:rPr>
                <w:rFonts w:cs="Verdana"/>
                <w:b/>
                <w:bCs/>
                <w:color w:val="000000"/>
              </w:rPr>
              <w:t xml:space="preserve"> / Předpokládané množství (P)</w:t>
            </w:r>
          </w:p>
        </w:tc>
        <w:tc>
          <w:tcPr>
            <w:tcW w:w="78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33CB1DF3" w14:textId="77777777" w:rsidR="006F20E1" w:rsidRPr="009B3BF2" w:rsidRDefault="006F20E1" w:rsidP="00FE207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/>
                <w:bCs/>
                <w:color w:val="000000"/>
              </w:rPr>
            </w:pPr>
            <w:r w:rsidRPr="009B3BF2">
              <w:rPr>
                <w:rFonts w:cs="Verdana"/>
                <w:b/>
                <w:bCs/>
                <w:color w:val="000000"/>
              </w:rPr>
              <w:t>Celková cena</w:t>
            </w:r>
            <w:r>
              <w:rPr>
                <w:rFonts w:cs="Verdana"/>
                <w:b/>
                <w:bCs/>
                <w:color w:val="000000"/>
              </w:rPr>
              <w:t xml:space="preserve"> v Kč bez DPH</w:t>
            </w:r>
          </w:p>
        </w:tc>
      </w:tr>
      <w:tr w:rsidR="006F20E1" w:rsidRPr="000A2BD0" w14:paraId="2C421280" w14:textId="77777777" w:rsidTr="0047036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780325CE" w14:textId="77F017A7" w:rsidR="006F20E1" w:rsidRPr="000A01F2" w:rsidRDefault="006F20E1" w:rsidP="00FE207F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 xml:space="preserve">Licence k CDE </w:t>
            </w:r>
            <w:r>
              <w:rPr>
                <w:rFonts w:cs="Verdana"/>
              </w:rPr>
              <w:t>(II.)</w:t>
            </w:r>
          </w:p>
        </w:tc>
        <w:tc>
          <w:tcPr>
            <w:tcW w:w="908" w:type="pct"/>
            <w:vAlign w:val="center"/>
          </w:tcPr>
          <w:p w14:paraId="2BCE3F08" w14:textId="77777777" w:rsidR="006F20E1" w:rsidRDefault="006F20E1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Licence/rok</w:t>
            </w:r>
          </w:p>
        </w:tc>
        <w:tc>
          <w:tcPr>
            <w:tcW w:w="878" w:type="pct"/>
            <w:vAlign w:val="center"/>
          </w:tcPr>
          <w:p w14:paraId="2254DEAA" w14:textId="6D732556" w:rsidR="006F20E1" w:rsidRDefault="006F20E1" w:rsidP="00FE207F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2CEEE18C" w14:textId="69AE597F" w:rsidR="006F20E1" w:rsidRDefault="006F20E1" w:rsidP="00FE207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</w:rPr>
              <w:t>4 800</w:t>
            </w:r>
            <w:r w:rsidR="000B281D">
              <w:rPr>
                <w:rFonts w:cs="Verdana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634F7DC4" w14:textId="756C4DEC" w:rsidR="006F20E1" w:rsidRDefault="006F20E1" w:rsidP="00FE207F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6FE87122" w14:textId="77777777" w:rsidTr="00470369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3038D924" w14:textId="156C1AB0" w:rsidR="006F20E1" w:rsidRPr="000A01F2" w:rsidRDefault="006F20E1" w:rsidP="008B5BD7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 xml:space="preserve">Licence k CDE </w:t>
            </w:r>
            <w:r>
              <w:rPr>
                <w:rFonts w:cs="Verdana"/>
              </w:rPr>
              <w:t>(III.)</w:t>
            </w:r>
          </w:p>
        </w:tc>
        <w:tc>
          <w:tcPr>
            <w:tcW w:w="908" w:type="pct"/>
            <w:vAlign w:val="center"/>
          </w:tcPr>
          <w:p w14:paraId="0FEF0B74" w14:textId="3B8456F4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Licence/rok</w:t>
            </w:r>
          </w:p>
        </w:tc>
        <w:tc>
          <w:tcPr>
            <w:tcW w:w="878" w:type="pct"/>
            <w:vAlign w:val="center"/>
          </w:tcPr>
          <w:p w14:paraId="60971EA8" w14:textId="56F65656" w:rsidR="006F20E1" w:rsidRPr="00955C6D" w:rsidRDefault="006F20E1" w:rsidP="008B5BD7">
            <w:pPr>
              <w:autoSpaceDE w:val="0"/>
              <w:autoSpaceDN w:val="0"/>
              <w:adjustRightInd w:val="0"/>
              <w:ind w:left="10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207FF1BE" w14:textId="627B1516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  <w:r>
              <w:rPr>
                <w:rFonts w:cs="Verdana"/>
              </w:rPr>
              <w:t>12 500</w:t>
            </w:r>
            <w:r w:rsidR="000B281D">
              <w:rPr>
                <w:rFonts w:cs="Verdana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6769D046" w14:textId="435B07F8" w:rsidR="006F20E1" w:rsidRPr="00955C6D" w:rsidRDefault="006F20E1" w:rsidP="008B5BD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70EF6D3C" w14:textId="77777777" w:rsidTr="00470369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7DCC963B" w14:textId="6EA8B152" w:rsidR="006F20E1" w:rsidRPr="000A01F2" w:rsidRDefault="006F20E1" w:rsidP="008B5BD7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Paušální služby</w:t>
            </w:r>
            <w:r>
              <w:rPr>
                <w:rFonts w:cs="Verdana"/>
              </w:rPr>
              <w:t xml:space="preserve"> (II.)</w:t>
            </w:r>
          </w:p>
        </w:tc>
        <w:tc>
          <w:tcPr>
            <w:tcW w:w="908" w:type="pct"/>
            <w:vAlign w:val="center"/>
          </w:tcPr>
          <w:p w14:paraId="2CAC5E8E" w14:textId="5F048EF0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R</w:t>
            </w:r>
            <w:r w:rsidRPr="00591CCA">
              <w:rPr>
                <w:rFonts w:cs="Verdana"/>
                <w:color w:val="000000"/>
              </w:rPr>
              <w:t>ok</w:t>
            </w:r>
          </w:p>
        </w:tc>
        <w:tc>
          <w:tcPr>
            <w:tcW w:w="878" w:type="pct"/>
            <w:vAlign w:val="center"/>
          </w:tcPr>
          <w:p w14:paraId="6BB430A5" w14:textId="164D900F" w:rsidR="006F20E1" w:rsidRDefault="006F20E1" w:rsidP="008B5BD7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7ABB1995" w14:textId="2072781F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3</w:t>
            </w:r>
          </w:p>
        </w:tc>
        <w:tc>
          <w:tcPr>
            <w:tcW w:w="782" w:type="pct"/>
            <w:vAlign w:val="center"/>
          </w:tcPr>
          <w:p w14:paraId="76D15BD7" w14:textId="389C568F" w:rsidR="006F20E1" w:rsidRDefault="006F20E1" w:rsidP="008B5BD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0ACBE081" w14:textId="77777777" w:rsidTr="0047036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49AAC843" w14:textId="2DBB5FF2" w:rsidR="006F20E1" w:rsidRPr="000A01F2" w:rsidRDefault="006F20E1" w:rsidP="008B5BD7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 w:rsidRPr="000A01F2">
              <w:rPr>
                <w:rFonts w:cs="Verdana"/>
              </w:rPr>
              <w:t>Paušální služby</w:t>
            </w:r>
            <w:r>
              <w:rPr>
                <w:rFonts w:cs="Verdana"/>
              </w:rPr>
              <w:t xml:space="preserve"> (III.)</w:t>
            </w:r>
          </w:p>
        </w:tc>
        <w:tc>
          <w:tcPr>
            <w:tcW w:w="908" w:type="pct"/>
            <w:vAlign w:val="center"/>
          </w:tcPr>
          <w:p w14:paraId="37D180DE" w14:textId="72B6AA91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R</w:t>
            </w:r>
            <w:r w:rsidRPr="00591CCA">
              <w:rPr>
                <w:rFonts w:cs="Verdana"/>
                <w:color w:val="000000"/>
              </w:rPr>
              <w:t>ok</w:t>
            </w:r>
          </w:p>
        </w:tc>
        <w:tc>
          <w:tcPr>
            <w:tcW w:w="878" w:type="pct"/>
            <w:vAlign w:val="center"/>
          </w:tcPr>
          <w:p w14:paraId="7B4985E8" w14:textId="60B16DE2" w:rsidR="006F20E1" w:rsidRPr="00955C6D" w:rsidRDefault="006F20E1" w:rsidP="008B5BD7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4EA31D80" w14:textId="564AA29B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5</w:t>
            </w:r>
          </w:p>
        </w:tc>
        <w:tc>
          <w:tcPr>
            <w:tcW w:w="782" w:type="pct"/>
            <w:vAlign w:val="center"/>
          </w:tcPr>
          <w:p w14:paraId="62AF9A07" w14:textId="11D17150" w:rsidR="006F20E1" w:rsidRPr="00955C6D" w:rsidRDefault="006F20E1" w:rsidP="008B5BD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3962A922" w14:textId="77777777" w:rsidTr="00470369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6F040088" w14:textId="122AE949" w:rsidR="006F20E1" w:rsidRPr="000A01F2" w:rsidRDefault="006F20E1" w:rsidP="008B5BD7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>
              <w:rPr>
                <w:rFonts w:cs="Verdana"/>
                <w:color w:val="000000"/>
              </w:rPr>
              <w:t xml:space="preserve">Školení </w:t>
            </w:r>
            <w:r>
              <w:rPr>
                <w:rFonts w:cs="Verdana"/>
              </w:rPr>
              <w:t>k CDE (II.)</w:t>
            </w:r>
          </w:p>
        </w:tc>
        <w:tc>
          <w:tcPr>
            <w:tcW w:w="908" w:type="pct"/>
            <w:vAlign w:val="center"/>
          </w:tcPr>
          <w:p w14:paraId="079544EA" w14:textId="1508FD1C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Skupina</w:t>
            </w:r>
          </w:p>
        </w:tc>
        <w:tc>
          <w:tcPr>
            <w:tcW w:w="878" w:type="pct"/>
            <w:vAlign w:val="center"/>
          </w:tcPr>
          <w:p w14:paraId="048180E1" w14:textId="2AF4C75B" w:rsidR="006F20E1" w:rsidRPr="00955C6D" w:rsidRDefault="006F20E1" w:rsidP="008B5BD7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7739F03B" w14:textId="62B56216" w:rsidR="006F20E1" w:rsidRDefault="006F20E1" w:rsidP="008B5BD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30</w:t>
            </w:r>
            <w:r w:rsidR="000B281D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04C205FE" w14:textId="0B90B7DE" w:rsidR="006F20E1" w:rsidRPr="00955C6D" w:rsidRDefault="006F20E1" w:rsidP="008B5BD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209E4BD5" w14:textId="77777777" w:rsidTr="0047036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6594681D" w14:textId="19C56334" w:rsidR="006F20E1" w:rsidRDefault="006F20E1" w:rsidP="00EB34CE">
            <w:pPr>
              <w:autoSpaceDE w:val="0"/>
              <w:autoSpaceDN w:val="0"/>
              <w:adjustRightInd w:val="0"/>
              <w:ind w:left="-54"/>
              <w:rPr>
                <w:rFonts w:cs="Verdana"/>
                <w:color w:val="000000"/>
              </w:rPr>
            </w:pPr>
            <w:r>
              <w:rPr>
                <w:rFonts w:cs="Verdana"/>
              </w:rPr>
              <w:t>Služby rozvoje (II.)</w:t>
            </w:r>
          </w:p>
        </w:tc>
        <w:tc>
          <w:tcPr>
            <w:tcW w:w="908" w:type="pct"/>
            <w:vAlign w:val="center"/>
          </w:tcPr>
          <w:p w14:paraId="096B125B" w14:textId="3FE8BE49" w:rsidR="006F20E1" w:rsidRDefault="006F20E1" w:rsidP="00EB34C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Člověkoden</w:t>
            </w:r>
          </w:p>
        </w:tc>
        <w:tc>
          <w:tcPr>
            <w:tcW w:w="878" w:type="pct"/>
            <w:vAlign w:val="center"/>
          </w:tcPr>
          <w:p w14:paraId="6BABDD29" w14:textId="49EA6FE7" w:rsidR="006F20E1" w:rsidRPr="00955C6D" w:rsidRDefault="006F20E1" w:rsidP="00EB34CE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3B505F43" w14:textId="39BBEAF3" w:rsidR="006F20E1" w:rsidRDefault="006F20E1" w:rsidP="00EB34C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200</w:t>
            </w:r>
            <w:r w:rsidR="000B281D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15636070" w14:textId="41D3C9DC" w:rsidR="006F20E1" w:rsidRPr="00955C6D" w:rsidRDefault="006F20E1" w:rsidP="00EB34CE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  <w:tr w:rsidR="006F20E1" w:rsidRPr="000A2BD0" w14:paraId="03504876" w14:textId="77777777" w:rsidTr="00470369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pct"/>
            <w:vAlign w:val="center"/>
          </w:tcPr>
          <w:p w14:paraId="35A6A302" w14:textId="7E50A6EB" w:rsidR="006F20E1" w:rsidRDefault="006F20E1" w:rsidP="00EB34CE">
            <w:pPr>
              <w:autoSpaceDE w:val="0"/>
              <w:autoSpaceDN w:val="0"/>
              <w:adjustRightInd w:val="0"/>
              <w:ind w:left="-54"/>
              <w:rPr>
                <w:rFonts w:cs="Verdana"/>
              </w:rPr>
            </w:pPr>
            <w:r>
              <w:rPr>
                <w:rFonts w:cs="Verdana"/>
              </w:rPr>
              <w:t>Služby rozvoje (III.)</w:t>
            </w:r>
          </w:p>
        </w:tc>
        <w:tc>
          <w:tcPr>
            <w:tcW w:w="908" w:type="pct"/>
            <w:vAlign w:val="center"/>
          </w:tcPr>
          <w:p w14:paraId="54C842F7" w14:textId="5C3A23BA" w:rsidR="006F20E1" w:rsidRDefault="006F20E1" w:rsidP="00EB34C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Člověkoden</w:t>
            </w:r>
          </w:p>
        </w:tc>
        <w:tc>
          <w:tcPr>
            <w:tcW w:w="878" w:type="pct"/>
            <w:vAlign w:val="center"/>
          </w:tcPr>
          <w:p w14:paraId="21BDE343" w14:textId="74F3C7B3" w:rsidR="006F20E1" w:rsidRPr="00955C6D" w:rsidRDefault="006F20E1" w:rsidP="00EB34CE">
            <w:pPr>
              <w:autoSpaceDE w:val="0"/>
              <w:autoSpaceDN w:val="0"/>
              <w:adjustRightInd w:val="0"/>
              <w:ind w:left="1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  <w:tc>
          <w:tcPr>
            <w:tcW w:w="768" w:type="pct"/>
            <w:vAlign w:val="center"/>
          </w:tcPr>
          <w:p w14:paraId="0CC4398A" w14:textId="549BE5ED" w:rsidR="006F20E1" w:rsidRDefault="006F20E1" w:rsidP="00EB34C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  <w:t>100</w:t>
            </w:r>
            <w:r w:rsidR="000B281D">
              <w:rPr>
                <w:rFonts w:cs="Verdana"/>
                <w:color w:val="000000"/>
              </w:rPr>
              <w:t xml:space="preserve"> (P)</w:t>
            </w:r>
          </w:p>
        </w:tc>
        <w:tc>
          <w:tcPr>
            <w:tcW w:w="782" w:type="pct"/>
            <w:vAlign w:val="center"/>
          </w:tcPr>
          <w:p w14:paraId="5EE01F73" w14:textId="47410282" w:rsidR="006F20E1" w:rsidRPr="00955C6D" w:rsidRDefault="006F20E1" w:rsidP="00EB34CE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color w:val="000000"/>
                <w:highlight w:val="green"/>
              </w:rPr>
            </w:pPr>
            <w:r w:rsidRPr="00955C6D">
              <w:rPr>
                <w:rFonts w:cs="Verdana"/>
                <w:color w:val="000000"/>
                <w:highlight w:val="green"/>
              </w:rPr>
              <w:t xml:space="preserve">[Doplní </w:t>
            </w:r>
            <w:r w:rsidR="00157FE6">
              <w:rPr>
                <w:rFonts w:cs="Verdana"/>
                <w:color w:val="000000"/>
                <w:highlight w:val="green"/>
              </w:rPr>
              <w:t>Poskytovatel</w:t>
            </w:r>
            <w:r w:rsidRPr="00955C6D">
              <w:rPr>
                <w:rFonts w:cs="Verdana"/>
                <w:color w:val="000000"/>
                <w:highlight w:val="green"/>
              </w:rPr>
              <w:t>]</w:t>
            </w:r>
          </w:p>
        </w:tc>
      </w:tr>
    </w:tbl>
    <w:p w14:paraId="5EB768F1" w14:textId="69580EE3" w:rsidR="009F392E" w:rsidRDefault="009F392E" w:rsidP="000636A1">
      <w:pPr>
        <w:spacing w:before="120" w:after="120" w:line="240" w:lineRule="auto"/>
      </w:pPr>
    </w:p>
    <w:p w14:paraId="723FFD11" w14:textId="4791AC20" w:rsidR="008B5BD7" w:rsidRDefault="008B5BD7" w:rsidP="000636A1">
      <w:pPr>
        <w:spacing w:before="120" w:after="120" w:line="240" w:lineRule="auto"/>
      </w:pPr>
    </w:p>
    <w:p w14:paraId="3A8514F4" w14:textId="40000AAA" w:rsidR="008B5BD7" w:rsidRDefault="008B5BD7" w:rsidP="000636A1">
      <w:pPr>
        <w:spacing w:before="120" w:after="120" w:line="240" w:lineRule="auto"/>
      </w:pPr>
    </w:p>
    <w:p w14:paraId="5CA5F825" w14:textId="77777777" w:rsidR="008B5BD7" w:rsidRPr="00F0533E" w:rsidRDefault="008B5BD7" w:rsidP="000636A1">
      <w:pPr>
        <w:spacing w:before="120" w:after="120" w:line="240" w:lineRule="auto"/>
      </w:pPr>
    </w:p>
    <w:sectPr w:rsidR="008B5BD7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B0F4C" w14:textId="77777777" w:rsidR="00237DF4" w:rsidRDefault="00237DF4" w:rsidP="00962258">
      <w:pPr>
        <w:spacing w:after="0" w:line="240" w:lineRule="auto"/>
      </w:pPr>
      <w:r>
        <w:separator/>
      </w:r>
    </w:p>
  </w:endnote>
  <w:endnote w:type="continuationSeparator" w:id="0">
    <w:p w14:paraId="2AF845EE" w14:textId="77777777" w:rsidR="00237DF4" w:rsidRDefault="00237D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02547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A5C80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8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8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F6F3A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E427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79496A" w14:textId="77777777" w:rsidR="00F1715C" w:rsidRDefault="00F1715C" w:rsidP="00D831A3">
          <w:pPr>
            <w:pStyle w:val="Zpat"/>
          </w:pPr>
        </w:p>
      </w:tc>
    </w:tr>
  </w:tbl>
  <w:p w14:paraId="0D6EC40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554C5EC" wp14:editId="4039BBB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564EC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E21753" wp14:editId="59A56A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0BC5D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E1B97D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255931" w14:textId="62D1CFA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4B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4B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B7BC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E28460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125D7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D998F6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71F3A15" w14:textId="77777777" w:rsidR="00F1715C" w:rsidRDefault="00B571B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4042566" w14:textId="77777777" w:rsidR="00F1715C" w:rsidRDefault="00F1715C" w:rsidP="00460660">
          <w:pPr>
            <w:pStyle w:val="Zpat"/>
          </w:pPr>
        </w:p>
      </w:tc>
    </w:tr>
  </w:tbl>
  <w:p w14:paraId="239DE30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CE1D7C" wp14:editId="494DF0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601E0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11DDCF" wp14:editId="1E773B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D82C9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7B1AA8E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7511A" w14:textId="77777777" w:rsidR="00237DF4" w:rsidRDefault="00237DF4" w:rsidP="00962258">
      <w:pPr>
        <w:spacing w:after="0" w:line="240" w:lineRule="auto"/>
      </w:pPr>
      <w:r>
        <w:separator/>
      </w:r>
    </w:p>
  </w:footnote>
  <w:footnote w:type="continuationSeparator" w:id="0">
    <w:p w14:paraId="791BF523" w14:textId="77777777" w:rsidR="00237DF4" w:rsidRDefault="00237D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C1CB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FBF81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CB531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3F9EF3" w14:textId="77777777" w:rsidR="00F1715C" w:rsidRPr="00D6163D" w:rsidRDefault="00F1715C" w:rsidP="00D6163D">
          <w:pPr>
            <w:pStyle w:val="Druhdokumentu"/>
          </w:pPr>
        </w:p>
      </w:tc>
    </w:tr>
  </w:tbl>
  <w:p w14:paraId="17A179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ACF8B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A7CDE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9368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16C5BF" w14:textId="77777777" w:rsidR="00F1715C" w:rsidRPr="00D6163D" w:rsidRDefault="00F1715C" w:rsidP="00FC6389">
          <w:pPr>
            <w:pStyle w:val="Druhdokumentu"/>
          </w:pPr>
        </w:p>
      </w:tc>
    </w:tr>
    <w:tr w:rsidR="009F392E" w14:paraId="46F5019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CD83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279C0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986F5C" w14:textId="77777777" w:rsidR="009F392E" w:rsidRPr="00D6163D" w:rsidRDefault="009F392E" w:rsidP="00FC6389">
          <w:pPr>
            <w:pStyle w:val="Druhdokumentu"/>
          </w:pPr>
        </w:p>
      </w:tc>
    </w:tr>
  </w:tbl>
  <w:p w14:paraId="404A467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9E41B99" wp14:editId="7F03973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7ED3F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74FB5"/>
    <w:multiLevelType w:val="hybridMultilevel"/>
    <w:tmpl w:val="C33A1778"/>
    <w:lvl w:ilvl="0" w:tplc="D9E247D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BA31352"/>
    <w:multiLevelType w:val="hybridMultilevel"/>
    <w:tmpl w:val="EDFEEE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10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636A1"/>
    <w:rsid w:val="00072C1E"/>
    <w:rsid w:val="000B281D"/>
    <w:rsid w:val="000D5F28"/>
    <w:rsid w:val="000E23A7"/>
    <w:rsid w:val="000E4423"/>
    <w:rsid w:val="0010693F"/>
    <w:rsid w:val="00114472"/>
    <w:rsid w:val="001550BC"/>
    <w:rsid w:val="00157FE6"/>
    <w:rsid w:val="001605B9"/>
    <w:rsid w:val="00170EC5"/>
    <w:rsid w:val="001747C1"/>
    <w:rsid w:val="00184743"/>
    <w:rsid w:val="00207DF5"/>
    <w:rsid w:val="00237DF4"/>
    <w:rsid w:val="00280E07"/>
    <w:rsid w:val="002B3CCF"/>
    <w:rsid w:val="002C31BF"/>
    <w:rsid w:val="002D08B1"/>
    <w:rsid w:val="002E0CD7"/>
    <w:rsid w:val="003379C6"/>
    <w:rsid w:val="00341DCF"/>
    <w:rsid w:val="00357BC6"/>
    <w:rsid w:val="003956C6"/>
    <w:rsid w:val="003B71C1"/>
    <w:rsid w:val="00441430"/>
    <w:rsid w:val="00450F07"/>
    <w:rsid w:val="00453CD3"/>
    <w:rsid w:val="00460660"/>
    <w:rsid w:val="00470369"/>
    <w:rsid w:val="00486107"/>
    <w:rsid w:val="00491827"/>
    <w:rsid w:val="004B348C"/>
    <w:rsid w:val="004C4399"/>
    <w:rsid w:val="004C787C"/>
    <w:rsid w:val="004D20CE"/>
    <w:rsid w:val="004E143C"/>
    <w:rsid w:val="004E3A53"/>
    <w:rsid w:val="004E658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295F"/>
    <w:rsid w:val="00655EA6"/>
    <w:rsid w:val="00660AD3"/>
    <w:rsid w:val="00677B7F"/>
    <w:rsid w:val="006A5570"/>
    <w:rsid w:val="006A689C"/>
    <w:rsid w:val="006B3D79"/>
    <w:rsid w:val="006D7AFE"/>
    <w:rsid w:val="006E0578"/>
    <w:rsid w:val="006E314D"/>
    <w:rsid w:val="006F20E1"/>
    <w:rsid w:val="00710723"/>
    <w:rsid w:val="00722D0D"/>
    <w:rsid w:val="00723ED1"/>
    <w:rsid w:val="00743525"/>
    <w:rsid w:val="0076286B"/>
    <w:rsid w:val="00766846"/>
    <w:rsid w:val="0077673A"/>
    <w:rsid w:val="007846E1"/>
    <w:rsid w:val="0078700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5BD7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680F"/>
    <w:rsid w:val="009E07F4"/>
    <w:rsid w:val="009F392E"/>
    <w:rsid w:val="00A01D63"/>
    <w:rsid w:val="00A57B7F"/>
    <w:rsid w:val="00A6177B"/>
    <w:rsid w:val="00A66136"/>
    <w:rsid w:val="00A756D0"/>
    <w:rsid w:val="00A83A76"/>
    <w:rsid w:val="00A8446F"/>
    <w:rsid w:val="00AA4CBB"/>
    <w:rsid w:val="00AA65FA"/>
    <w:rsid w:val="00AA7351"/>
    <w:rsid w:val="00AC1120"/>
    <w:rsid w:val="00AD056F"/>
    <w:rsid w:val="00AD6731"/>
    <w:rsid w:val="00AE7897"/>
    <w:rsid w:val="00B15D0D"/>
    <w:rsid w:val="00B24B0C"/>
    <w:rsid w:val="00B571BE"/>
    <w:rsid w:val="00B75EE1"/>
    <w:rsid w:val="00B77481"/>
    <w:rsid w:val="00B81FA1"/>
    <w:rsid w:val="00B8518B"/>
    <w:rsid w:val="00BD7E91"/>
    <w:rsid w:val="00C02D0A"/>
    <w:rsid w:val="00C03A6E"/>
    <w:rsid w:val="00C44F6A"/>
    <w:rsid w:val="00C47AE3"/>
    <w:rsid w:val="00CD1FC4"/>
    <w:rsid w:val="00CF7E99"/>
    <w:rsid w:val="00D054B5"/>
    <w:rsid w:val="00D21061"/>
    <w:rsid w:val="00D234B2"/>
    <w:rsid w:val="00D4108E"/>
    <w:rsid w:val="00D6163D"/>
    <w:rsid w:val="00D73D46"/>
    <w:rsid w:val="00D831A3"/>
    <w:rsid w:val="00D939FF"/>
    <w:rsid w:val="00DB2ACA"/>
    <w:rsid w:val="00DC75F3"/>
    <w:rsid w:val="00DD46F3"/>
    <w:rsid w:val="00DE56F2"/>
    <w:rsid w:val="00DF116D"/>
    <w:rsid w:val="00E36C4A"/>
    <w:rsid w:val="00EB104F"/>
    <w:rsid w:val="00EB34CE"/>
    <w:rsid w:val="00ED14BD"/>
    <w:rsid w:val="00EE48EC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C6389"/>
    <w:rsid w:val="0565A0A1"/>
    <w:rsid w:val="1018DD49"/>
    <w:rsid w:val="14E3B5E5"/>
    <w:rsid w:val="2E8F1AC8"/>
    <w:rsid w:val="3187777B"/>
    <w:rsid w:val="36CE9060"/>
    <w:rsid w:val="3B4AE5BA"/>
    <w:rsid w:val="60E95E8E"/>
    <w:rsid w:val="6B4156A3"/>
    <w:rsid w:val="7B2C8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591D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adpis2"/>
    <w:link w:val="Clanek11Char"/>
    <w:qFormat/>
    <w:rsid w:val="00EE48EC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EE48EC"/>
    <w:rPr>
      <w:rFonts w:ascii="Times New Roman" w:eastAsia="Times New Roman" w:hAnsi="Times New Roman" w:cs="Arial"/>
      <w:bCs/>
      <w:iCs/>
      <w:sz w:val="22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8B5B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5B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5BD7"/>
    <w:rPr>
      <w:sz w:val="20"/>
      <w:szCs w:val="20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rsid w:val="008B5B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78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789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B2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332621-A119-4ADA-A18C-73F37A194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B50ED8-2431-4283-9CC8-45D7BB98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115</Words>
  <Characters>680</Characters>
  <Application>Microsoft Office Word</Application>
  <DocSecurity>0</DocSecurity>
  <Lines>5</Lines>
  <Paragraphs>1</Paragraphs>
  <ScaleCrop>false</ScaleCrop>
  <Company>Správa železnic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Vitásek Stanislav, Ing., Ph.D.</cp:lastModifiedBy>
  <cp:revision>20</cp:revision>
  <cp:lastPrinted>2017-11-28T17:18:00Z</cp:lastPrinted>
  <dcterms:created xsi:type="dcterms:W3CDTF">2020-09-11T17:09:00Z</dcterms:created>
  <dcterms:modified xsi:type="dcterms:W3CDTF">2023-01-14T11:16:00Z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